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B17A9" w:rsidP="0029554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řez str</w:t>
            </w:r>
            <w:r w:rsidR="00295541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mů města uherský brod </w:t>
            </w:r>
            <w:r w:rsidR="002F0A22"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BF2C54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 w:rsidR="00857FC6"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č. 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F0A22" w:rsidP="00857FC6">
            <w:pPr>
              <w:rPr>
                <w:szCs w:val="20"/>
              </w:rPr>
            </w:pPr>
            <w:r>
              <w:t>Ph</w:t>
            </w:r>
            <w:r w:rsidR="00857FC6">
              <w:t>D</w:t>
            </w:r>
            <w:r>
              <w:t>r</w:t>
            </w:r>
            <w:r w:rsidR="00F11D04">
              <w:t xml:space="preserve">. </w:t>
            </w:r>
            <w:r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1448"/>
    <w:rsid w:val="00242F21"/>
    <w:rsid w:val="0025072A"/>
    <w:rsid w:val="00251B99"/>
    <w:rsid w:val="002634AA"/>
    <w:rsid w:val="00264EE9"/>
    <w:rsid w:val="0026565F"/>
    <w:rsid w:val="00281A2A"/>
    <w:rsid w:val="00295541"/>
    <w:rsid w:val="00296AB3"/>
    <w:rsid w:val="002B5934"/>
    <w:rsid w:val="002B7483"/>
    <w:rsid w:val="002C51AF"/>
    <w:rsid w:val="002D0F22"/>
    <w:rsid w:val="002E0D4E"/>
    <w:rsid w:val="002E330B"/>
    <w:rsid w:val="002F0A22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7FC6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2C54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ED6433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3244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19044-08F3-489E-9B59-DF47B325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9FBEF6F6</Template>
  <TotalTime>0</TotalTime>
  <Pages>1</Pages>
  <Words>146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2022-05-20T07:03:00Z</cp:lastPrinted>
  <dcterms:created xsi:type="dcterms:W3CDTF">2025-07-24T09:05:00Z</dcterms:created>
  <dcterms:modified xsi:type="dcterms:W3CDTF">2025-07-25T11:19:00Z</dcterms:modified>
</cp:coreProperties>
</file>